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69" w:rsidRDefault="00454BED" w:rsidP="005A6D89">
      <w:pPr>
        <w:pStyle w:val="berschrift2"/>
        <w:jc w:val="center"/>
        <w:rPr>
          <w:b w:val="0"/>
          <w:sz w:val="28"/>
        </w:rPr>
      </w:pPr>
      <w:bookmarkStart w:id="0" w:name="_GoBack"/>
      <w:bookmarkEnd w:id="0"/>
      <w:r w:rsidRPr="00BB06EA">
        <w:rPr>
          <w:b w:val="0"/>
          <w:sz w:val="28"/>
        </w:rPr>
        <w:t>Espagne</w:t>
      </w:r>
    </w:p>
    <w:p w:rsidR="00846291" w:rsidRPr="00846291" w:rsidRDefault="00846291" w:rsidP="00846291"/>
    <w:tbl>
      <w:tblPr>
        <w:tblW w:w="963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454BED" w:rsidTr="00454BED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454BED" w:rsidRDefault="00454BED" w:rsidP="00ED749C">
            <w:pPr>
              <w:keepNext/>
              <w:widowControl w:val="0"/>
            </w:pPr>
            <w:r>
              <w:t>Allgemein: Jede Zeile ist einzeln zu bewerten.</w:t>
            </w:r>
          </w:p>
        </w:tc>
      </w:tr>
      <w:tr w:rsidR="00454BED" w:rsidTr="00454BED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454BED" w:rsidRDefault="00454BED" w:rsidP="00ED749C">
            <w:pPr>
              <w:keepNext/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454BED" w:rsidRPr="003D2A57" w:rsidRDefault="00454BED" w:rsidP="00ED749C">
            <w:pPr>
              <w:keepNext/>
              <w:widowControl w:val="0"/>
            </w:pPr>
            <w:r>
              <w:rPr>
                <w:noProof/>
              </w:rPr>
              <w:drawing>
                <wp:inline distT="0" distB="0" distL="0" distR="0" wp14:anchorId="7FBAA828" wp14:editId="36D20024">
                  <wp:extent cx="5076825" cy="3638550"/>
                  <wp:effectExtent l="0" t="0" r="0" b="0"/>
                  <wp:docPr id="3" name="Grafik 3" descr="CE363_Espagne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E363_Espagne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825" cy="363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D89" w:rsidRPr="00E76C10" w:rsidRDefault="005A6D89" w:rsidP="00D60BB6">
      <w:pPr>
        <w:rPr>
          <w:sz w:val="24"/>
        </w:rPr>
      </w:pPr>
    </w:p>
    <w:sectPr w:rsidR="005A6D89" w:rsidRPr="00E76C10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BB6" w:rsidRDefault="00D60BB6">
      <w:r>
        <w:separator/>
      </w:r>
    </w:p>
  </w:endnote>
  <w:endnote w:type="continuationSeparator" w:id="0">
    <w:p w:rsidR="00D60BB6" w:rsidRDefault="00D6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BB6" w:rsidRDefault="00D60BB6">
      <w:r>
        <w:separator/>
      </w:r>
    </w:p>
  </w:footnote>
  <w:footnote w:type="continuationSeparator" w:id="0">
    <w:p w:rsidR="00D60BB6" w:rsidRDefault="00D60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D60BB6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B6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4BED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46291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C3CC1"/>
    <w:rsid w:val="00AD2EBA"/>
    <w:rsid w:val="00AE09C7"/>
    <w:rsid w:val="00B0258E"/>
    <w:rsid w:val="00B511DD"/>
    <w:rsid w:val="00B64CD2"/>
    <w:rsid w:val="00B8136A"/>
    <w:rsid w:val="00B93D5C"/>
    <w:rsid w:val="00BB06EA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60BB6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54BE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54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54BE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54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5</cp:revision>
  <cp:lastPrinted>2007-01-11T14:25:00Z</cp:lastPrinted>
  <dcterms:created xsi:type="dcterms:W3CDTF">2012-12-20T12:10:00Z</dcterms:created>
  <dcterms:modified xsi:type="dcterms:W3CDTF">2013-03-25T16:02:00Z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